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735" w:rsidRDefault="000F762F">
      <w:r>
        <w:t xml:space="preserve">Good afternoon everyone, my name is Wolfgang Amadeus Mozart. I was born in Salzburg Austria in 1756. My parents were Leopold Mozart and Anna Maria. They had 7 children but 5 sadly died. 1 of my sisters survived, her name was Mari Anna, but I sometimes called her </w:t>
      </w:r>
      <w:proofErr w:type="spellStart"/>
      <w:r>
        <w:t>Nannerl</w:t>
      </w:r>
      <w:proofErr w:type="spellEnd"/>
      <w:r>
        <w:t xml:space="preserve"> for a nickname. </w:t>
      </w:r>
    </w:p>
    <w:p w:rsidR="000F762F" w:rsidRDefault="000F762F"/>
    <w:p w:rsidR="000F762F" w:rsidRDefault="000F762F">
      <w:r>
        <w:t xml:space="preserve">I was born into a world of music, my father played the violin in the Archbishop’s orchestra and he wrote music too. My sister </w:t>
      </w:r>
      <w:proofErr w:type="spellStart"/>
      <w:r>
        <w:t>Nannerl</w:t>
      </w:r>
      <w:proofErr w:type="spellEnd"/>
      <w:r>
        <w:t xml:space="preserve"> played the harpsichord and I tried also. My father taught me everything he could about music.</w:t>
      </w:r>
    </w:p>
    <w:p w:rsidR="000F762F" w:rsidRDefault="000F762F"/>
    <w:p w:rsidR="000F762F" w:rsidRDefault="000F762F">
      <w:r>
        <w:t>My father was proud of me and my sister</w:t>
      </w:r>
      <w:r w:rsidR="003623DF">
        <w:t xml:space="preserve"> and he wanted people to know about us. </w:t>
      </w:r>
      <w:r w:rsidR="003623DF">
        <w:br/>
        <w:t xml:space="preserve">This meant our family had to travel. </w:t>
      </w:r>
      <w:r w:rsidR="003623DF">
        <w:br/>
        <w:t>We travelled for 19 years and in this time I learnt to play the piano and string instruments. We played for royal families in all the countries in Europe.</w:t>
      </w:r>
    </w:p>
    <w:p w:rsidR="003623DF" w:rsidRDefault="003623DF"/>
    <w:p w:rsidR="003623DF" w:rsidRDefault="003623DF">
      <w:r>
        <w:t xml:space="preserve">When we returned home my mother unfortunately died. I then wrote my first opera and many other pieces of music. After that I married Constance and we moved into a big flat in Vienna. Soon </w:t>
      </w:r>
      <w:proofErr w:type="gramStart"/>
      <w:r>
        <w:t>after  we</w:t>
      </w:r>
      <w:proofErr w:type="gramEnd"/>
      <w:r>
        <w:t xml:space="preserve"> were married, our first baby was born but unbelievably he died also.</w:t>
      </w:r>
    </w:p>
    <w:p w:rsidR="003623DF" w:rsidRDefault="003623DF"/>
    <w:p w:rsidR="003623DF" w:rsidRDefault="003623DF">
      <w:r>
        <w:t xml:space="preserve">Constance and I were </w:t>
      </w:r>
      <w:r w:rsidR="00342ECC">
        <w:t>always short</w:t>
      </w:r>
      <w:r>
        <w:t xml:space="preserve"> of money, we bought fine clothes</w:t>
      </w:r>
      <w:r w:rsidR="00342ECC">
        <w:t xml:space="preserve"> and held parties and even had our own carriage. Soon we couldn’t afford to keep our big flat. We moved to a smaller flat and then to an even smaller flat. I wrote letters, asking friends for money for food.</w:t>
      </w:r>
    </w:p>
    <w:p w:rsidR="00342ECC" w:rsidRDefault="00342ECC"/>
    <w:p w:rsidR="00342ECC" w:rsidRDefault="00342ECC">
      <w:r>
        <w:t>When I was 35 years old, the last year of my life, I wrote an opera called “The Magic Flute”. After that, my son Franz was born. I also</w:t>
      </w:r>
      <w:r w:rsidR="00DB1DD6">
        <w:t xml:space="preserve"> had </w:t>
      </w:r>
      <w:bookmarkStart w:id="0" w:name="_GoBack"/>
      <w:bookmarkEnd w:id="0"/>
      <w:r w:rsidR="00DB1DD6">
        <w:t>an injury in the same year. Another person will have to tell you about that…</w:t>
      </w:r>
    </w:p>
    <w:p w:rsidR="00342ECC" w:rsidRDefault="00342ECC"/>
    <w:sectPr w:rsidR="00342E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62F"/>
    <w:rsid w:val="000F762F"/>
    <w:rsid w:val="00342ECC"/>
    <w:rsid w:val="003623DF"/>
    <w:rsid w:val="00DB1DD6"/>
    <w:rsid w:val="00DF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E5B9B56C</Template>
  <TotalTime>0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2</cp:revision>
  <dcterms:created xsi:type="dcterms:W3CDTF">2011-06-30T00:55:00Z</dcterms:created>
  <dcterms:modified xsi:type="dcterms:W3CDTF">2011-06-30T00:55:00Z</dcterms:modified>
</cp:coreProperties>
</file>